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3"/>
        <w:gridCol w:w="6123"/>
        <w:gridCol w:w="2694"/>
      </w:tblGrid>
      <w:tr w:rsidR="00311CF7" w:rsidRPr="00311CF7" w:rsidTr="00135AAD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7F507E">
              <w:rPr>
                <w:b/>
              </w:rPr>
              <w:t>7</w:t>
            </w:r>
            <w:r w:rsidRPr="00311CF7">
              <w:rPr>
                <w:b/>
              </w:rPr>
              <w:t xml:space="preserve"> zum Vertrag nach </w:t>
            </w:r>
            <w:r w:rsidR="00991634">
              <w:rPr>
                <w:b/>
              </w:rPr>
              <w:t>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207</w:t>
            </w:r>
          </w:p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311CF7" w:rsidRPr="00311CF7" w:rsidRDefault="00311CF7" w:rsidP="00311CF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>
              <w:rPr>
                <w:b/>
              </w:rPr>
              <w:t>Spielzeug</w:t>
            </w:r>
            <w:r w:rsidRPr="00311CF7">
              <w:rPr>
                <w:b/>
              </w:rPr>
              <w:t>“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311CF7" w:rsidRPr="00311CF7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diesen Vordruck 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0E5FC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676B5C">
        <w:rPr>
          <w:sz w:val="22"/>
        </w:rPr>
        <w:t>Markenname</w:t>
      </w:r>
      <w:r w:rsidR="002E629B" w:rsidRPr="00676B5C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bookmarkStart w:id="1" w:name="_GoBack"/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bookmarkEnd w:id="1"/>
      <w:r w:rsidR="00321AE6">
        <w:rPr>
          <w:sz w:val="22"/>
        </w:rPr>
        <w:fldChar w:fldCharType="end"/>
      </w:r>
      <w:bookmarkEnd w:id="0"/>
    </w:p>
    <w:p w:rsidR="00676B5C" w:rsidRDefault="00676B5C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Produktbezeichnung: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676B5C" w:rsidRDefault="00676B5C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Beschreibung des Spielzeugs: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7155CD" w:rsidRPr="006A5349" w:rsidRDefault="007155CD" w:rsidP="007155CD">
      <w:pPr>
        <w:pStyle w:val="Textkrper"/>
        <w:tabs>
          <w:tab w:val="clear" w:pos="3119"/>
        </w:tabs>
        <w:spacing w:before="20" w:after="20" w:line="240" w:lineRule="auto"/>
        <w:jc w:val="both"/>
        <w:rPr>
          <w:strike/>
          <w:sz w:val="22"/>
        </w:rPr>
      </w:pPr>
    </w:p>
    <w:p w:rsidR="00AD7E43" w:rsidRDefault="00AD7E43" w:rsidP="00F260CB">
      <w:pPr>
        <w:pStyle w:val="Textkrper"/>
        <w:spacing w:before="20" w:after="20" w:line="240" w:lineRule="auto"/>
        <w:jc w:val="both"/>
        <w:rPr>
          <w:sz w:val="22"/>
        </w:rPr>
      </w:pPr>
    </w:p>
    <w:p w:rsidR="00135AAD" w:rsidRDefault="00135AAD" w:rsidP="00F260CB">
      <w:pPr>
        <w:pStyle w:val="Textkrper"/>
        <w:spacing w:before="20" w:after="20" w:line="240" w:lineRule="auto"/>
        <w:jc w:val="both"/>
        <w:rPr>
          <w:sz w:val="22"/>
        </w:rPr>
      </w:pPr>
    </w:p>
    <w:tbl>
      <w:tblPr>
        <w:tblStyle w:val="Tabellenraster1"/>
        <w:tblW w:w="14283" w:type="dxa"/>
        <w:tblLayout w:type="fixed"/>
        <w:tblLook w:val="04A0" w:firstRow="1" w:lastRow="0" w:firstColumn="1" w:lastColumn="0" w:noHBand="0" w:noVBand="1"/>
      </w:tblPr>
      <w:tblGrid>
        <w:gridCol w:w="3510"/>
        <w:gridCol w:w="4111"/>
        <w:gridCol w:w="3260"/>
        <w:gridCol w:w="3402"/>
      </w:tblGrid>
      <w:tr w:rsidR="008C4E21" w:rsidRPr="008C4E21" w:rsidTr="008C4E21">
        <w:trPr>
          <w:tblHeader/>
        </w:trPr>
        <w:tc>
          <w:tcPr>
            <w:tcW w:w="3510" w:type="dxa"/>
          </w:tcPr>
          <w:p w:rsidR="008C4E21" w:rsidRPr="008C4E21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8C4E21">
              <w:t>Lieferant</w:t>
            </w:r>
          </w:p>
        </w:tc>
        <w:tc>
          <w:tcPr>
            <w:tcW w:w="4111" w:type="dxa"/>
          </w:tcPr>
          <w:p w:rsidR="008C4E21" w:rsidRPr="008C4E21" w:rsidRDefault="008C4E21" w:rsidP="008C4E21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8C4E21">
              <w:t>Bauteil (gem</w:t>
            </w:r>
            <w:r>
              <w:t>äß</w:t>
            </w:r>
            <w:r w:rsidRPr="008C4E21">
              <w:t xml:space="preserve"> Anlage 2)</w:t>
            </w:r>
          </w:p>
        </w:tc>
        <w:tc>
          <w:tcPr>
            <w:tcW w:w="3260" w:type="dxa"/>
          </w:tcPr>
          <w:p w:rsidR="008C4E21" w:rsidRPr="008C4E21" w:rsidRDefault="008C4E21" w:rsidP="006E2D2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8C4E21">
              <w:t>Herstellungsort</w:t>
            </w:r>
          </w:p>
        </w:tc>
        <w:tc>
          <w:tcPr>
            <w:tcW w:w="3402" w:type="dxa"/>
          </w:tcPr>
          <w:p w:rsidR="008C4E21" w:rsidRPr="008C4E21" w:rsidRDefault="008C4E21" w:rsidP="006E2D2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8C4E21">
              <w:t>Sozialstandard abgefragt und in Anlage 8 dokumentiert?</w:t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8C4E21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:rsidTr="008C4E21">
        <w:tc>
          <w:tcPr>
            <w:tcW w:w="351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B87" w:rsidRPr="00A41069" w:rsidTr="00C9403F">
        <w:tc>
          <w:tcPr>
            <w:tcW w:w="351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:rsidR="00D75B87" w:rsidRPr="00A41069" w:rsidRDefault="00D75B87" w:rsidP="00C9403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E629B" w:rsidRDefault="002E629B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3E3EF1" w:rsidRDefault="003E3EF1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3E3EF1" w:rsidRDefault="003E3EF1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3E3EF1" w:rsidRDefault="003E3EF1" w:rsidP="003E3EF1">
      <w:pPr>
        <w:pStyle w:val="Textkrper"/>
        <w:spacing w:line="276" w:lineRule="auto"/>
        <w:jc w:val="both"/>
        <w:rPr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Zeichennehmer:</w:t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p w:rsidR="003E3EF1" w:rsidRDefault="003E3EF1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sectPr w:rsidR="003E3EF1" w:rsidSect="00A41069">
      <w:headerReference w:type="even" r:id="rId9"/>
      <w:headerReference w:type="default" r:id="rId10"/>
      <w:footerReference w:type="even" r:id="rId11"/>
      <w:footerReference w:type="default" r:id="rId12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92" w:rsidRDefault="00B37F72" w:rsidP="00E41019">
    <w:pPr>
      <w:pStyle w:val="Fuzeile"/>
    </w:pPr>
    <w:r>
      <w:t>Anlage 7</w:t>
    </w:r>
    <w:r w:rsidR="00991634">
      <w:tab/>
      <w:t xml:space="preserve">                                                                                 </w:t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016A67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 w:rsidR="00016A67">
      <w:fldChar w:fldCharType="begin"/>
    </w:r>
    <w:r w:rsidR="00016A67">
      <w:instrText xml:space="preserve"> NUMPAGES   \* MERGEFORMAT </w:instrText>
    </w:r>
    <w:r w:rsidR="00016A67">
      <w:fldChar w:fldCharType="separate"/>
    </w:r>
    <w:r w:rsidR="00016A67">
      <w:rPr>
        <w:noProof/>
      </w:rPr>
      <w:t>2</w:t>
    </w:r>
    <w:r w:rsidR="00016A67">
      <w:rPr>
        <w:noProof/>
      </w:rPr>
      <w:fldChar w:fldCharType="end"/>
    </w:r>
    <w:r w:rsidR="00274F92">
      <w:tab/>
    </w:r>
    <w:r w:rsidR="00991634">
      <w:tab/>
    </w:r>
    <w:r w:rsidR="00991634">
      <w:tab/>
    </w:r>
    <w:r w:rsidR="00991634">
      <w:tab/>
    </w:r>
    <w:r w:rsidR="00274F92">
      <w:t>RAL-UZ 207 Ausgabe Januar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193FF2DB" wp14:editId="45547554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LdJte//6gqIceHUIbSfr4L4e5o=" w:salt="UCZjzSt7atJFdMy7m5A9L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559F"/>
    <w:rsid w:val="00006F5D"/>
    <w:rsid w:val="00010638"/>
    <w:rsid w:val="0001304D"/>
    <w:rsid w:val="000132C8"/>
    <w:rsid w:val="00016A67"/>
    <w:rsid w:val="00016B19"/>
    <w:rsid w:val="00017B60"/>
    <w:rsid w:val="0002001B"/>
    <w:rsid w:val="00023B55"/>
    <w:rsid w:val="00023FFD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6317"/>
    <w:rsid w:val="00047575"/>
    <w:rsid w:val="00051146"/>
    <w:rsid w:val="0005611B"/>
    <w:rsid w:val="000570B4"/>
    <w:rsid w:val="00057A7E"/>
    <w:rsid w:val="00060160"/>
    <w:rsid w:val="00060221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5298"/>
    <w:rsid w:val="004966D2"/>
    <w:rsid w:val="004A069E"/>
    <w:rsid w:val="004A45E3"/>
    <w:rsid w:val="004B0385"/>
    <w:rsid w:val="004B7350"/>
    <w:rsid w:val="004C3108"/>
    <w:rsid w:val="004C33C1"/>
    <w:rsid w:val="004C4903"/>
    <w:rsid w:val="004C4A23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D21"/>
    <w:rsid w:val="005C333F"/>
    <w:rsid w:val="005C63C6"/>
    <w:rsid w:val="005C7F5C"/>
    <w:rsid w:val="005C7F7C"/>
    <w:rsid w:val="005D153F"/>
    <w:rsid w:val="005D5CC5"/>
    <w:rsid w:val="005E17AE"/>
    <w:rsid w:val="005E66BB"/>
    <w:rsid w:val="005F0B28"/>
    <w:rsid w:val="005F1C04"/>
    <w:rsid w:val="005F35D0"/>
    <w:rsid w:val="00603CCD"/>
    <w:rsid w:val="00604389"/>
    <w:rsid w:val="006069D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297E"/>
    <w:rsid w:val="007B3336"/>
    <w:rsid w:val="007B383A"/>
    <w:rsid w:val="007B4A7E"/>
    <w:rsid w:val="007B4F4D"/>
    <w:rsid w:val="007B500D"/>
    <w:rsid w:val="007B69EB"/>
    <w:rsid w:val="007C14A7"/>
    <w:rsid w:val="007C1DFF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4D69"/>
    <w:rsid w:val="0092566D"/>
    <w:rsid w:val="00926BB0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7E0D"/>
    <w:rsid w:val="0099124D"/>
    <w:rsid w:val="00991634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4CA3"/>
    <w:rsid w:val="00A76C23"/>
    <w:rsid w:val="00A76F52"/>
    <w:rsid w:val="00A77910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504"/>
    <w:rsid w:val="00BD5445"/>
    <w:rsid w:val="00BD5668"/>
    <w:rsid w:val="00BD57D6"/>
    <w:rsid w:val="00BD604C"/>
    <w:rsid w:val="00BD6C65"/>
    <w:rsid w:val="00BE0FC6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462"/>
    <w:rsid w:val="00C006A2"/>
    <w:rsid w:val="00C02D50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F73"/>
    <w:rsid w:val="00C52039"/>
    <w:rsid w:val="00C5216A"/>
    <w:rsid w:val="00C532D5"/>
    <w:rsid w:val="00C53CBC"/>
    <w:rsid w:val="00C53FD9"/>
    <w:rsid w:val="00C546B6"/>
    <w:rsid w:val="00C55637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4EAE"/>
    <w:rsid w:val="00F8633C"/>
    <w:rsid w:val="00F869AB"/>
    <w:rsid w:val="00F9313D"/>
    <w:rsid w:val="00F93CAE"/>
    <w:rsid w:val="00F93E39"/>
    <w:rsid w:val="00F9415B"/>
    <w:rsid w:val="00F967BE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9266-B2D7-4560-B0C2-6C5DA3BA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2</Pages>
  <Words>319</Words>
  <Characters>2105</Characters>
  <Application>Microsoft Office Word</Application>
  <DocSecurity>0</DocSecurity>
  <Lines>60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Liebig Dr., Susanna</cp:lastModifiedBy>
  <cp:revision>2</cp:revision>
  <cp:lastPrinted>2013-02-12T10:30:00Z</cp:lastPrinted>
  <dcterms:created xsi:type="dcterms:W3CDTF">2018-04-05T07:07:00Z</dcterms:created>
  <dcterms:modified xsi:type="dcterms:W3CDTF">2018-04-05T07:07:00Z</dcterms:modified>
</cp:coreProperties>
</file>